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578DC241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7A5F95">
        <w:rPr>
          <w:rFonts w:ascii="Corbel" w:hAnsi="Corbel"/>
          <w:i/>
          <w:smallCaps/>
          <w:sz w:val="24"/>
          <w:szCs w:val="24"/>
        </w:rPr>
        <w:t>2022-2027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5E204172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  <w:t xml:space="preserve">Rok akademicki </w:t>
      </w:r>
      <w:r w:rsidR="009D124B">
        <w:rPr>
          <w:rFonts w:ascii="Corbel" w:hAnsi="Corbel"/>
          <w:sz w:val="24"/>
          <w:szCs w:val="24"/>
        </w:rPr>
        <w:t>2023</w:t>
      </w:r>
      <w:r w:rsidR="007A5F95">
        <w:rPr>
          <w:rFonts w:ascii="Corbel" w:hAnsi="Corbel"/>
          <w:sz w:val="24"/>
          <w:szCs w:val="24"/>
        </w:rPr>
        <w:t>/2024</w:t>
      </w:r>
      <w:bookmarkStart w:id="0" w:name="_GoBack"/>
      <w:bookmarkEnd w:id="0"/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F948F8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948F8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F948F8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CCECF3C" w:rsidR="0085747A" w:rsidRPr="008F41F1" w:rsidRDefault="00F9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0425778D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 Historyczno i </w:t>
            </w:r>
            <w:proofErr w:type="spellStart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Teoretyczno</w:t>
            </w:r>
            <w:proofErr w:type="spellEnd"/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Prawnych</w:t>
            </w:r>
            <w:r w:rsidR="00F948F8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31D1F4B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A. Łuszczyński, prof. UR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Wykł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Konw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Sem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41F1">
              <w:rPr>
                <w:rFonts w:ascii="Corbel" w:hAnsi="Corbel"/>
                <w:szCs w:val="24"/>
              </w:rPr>
              <w:t>Prakt</w:t>
            </w:r>
            <w:proofErr w:type="spellEnd"/>
            <w:r w:rsidRPr="008F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4251261D" w:rsidR="00015B8F" w:rsidRPr="008F41F1" w:rsidRDefault="00FA6742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F948F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75CC7905" w14:textId="77777777" w:rsidR="00133092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04BAC1A" w:rsidR="0085747A" w:rsidRPr="008F41F1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36FC9D1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329AC607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8216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B23376E" w:rsidR="00887911" w:rsidRPr="008F41F1" w:rsidRDefault="00F948F8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860C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2BB2DEE6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7DC8D078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3FF8C4BD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3671AB5A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860C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A318EC0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9035F7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02BE3866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CC15BE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3CFB6549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4F2FFB4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65CAD96D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404D67D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53C05E71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D8C1553" w14:textId="28A56994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21B134E" w14:textId="6CD0296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F948F8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0A7B" w:rsidRPr="008F41F1" w14:paraId="5A9E18D0" w14:textId="77777777" w:rsidTr="00F948F8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6E9AD932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="00F948F8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948F8" w:rsidRPr="008F41F1" w14:paraId="16FE55E1" w14:textId="77777777" w:rsidTr="00F948F8">
        <w:tc>
          <w:tcPr>
            <w:tcW w:w="1962" w:type="dxa"/>
          </w:tcPr>
          <w:p w14:paraId="7E2ABD2C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71A74E5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04345C67" w14:textId="77777777" w:rsidTr="00F948F8">
        <w:tc>
          <w:tcPr>
            <w:tcW w:w="1962" w:type="dxa"/>
          </w:tcPr>
          <w:p w14:paraId="363144B9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3F4A022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1AE0DA9C" w14:textId="77777777" w:rsidTr="00F948F8">
        <w:tc>
          <w:tcPr>
            <w:tcW w:w="1962" w:type="dxa"/>
          </w:tcPr>
          <w:p w14:paraId="67C987B3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6380F40B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0A30B894" w14:textId="77777777" w:rsidTr="00F948F8">
        <w:tc>
          <w:tcPr>
            <w:tcW w:w="1962" w:type="dxa"/>
          </w:tcPr>
          <w:p w14:paraId="3F2F573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7B7A033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226CAAFE" w14:textId="77777777" w:rsidTr="00F948F8">
        <w:tc>
          <w:tcPr>
            <w:tcW w:w="1962" w:type="dxa"/>
          </w:tcPr>
          <w:p w14:paraId="0A25ADD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3573E55D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4EE3D52E" w14:textId="77777777" w:rsidTr="00F948F8">
        <w:tc>
          <w:tcPr>
            <w:tcW w:w="1962" w:type="dxa"/>
          </w:tcPr>
          <w:p w14:paraId="3DE89C3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4D86E32C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  <w:tr w:rsidR="00F948F8" w:rsidRPr="008F41F1" w14:paraId="45A80B29" w14:textId="77777777" w:rsidTr="00F948F8">
        <w:tc>
          <w:tcPr>
            <w:tcW w:w="1962" w:type="dxa"/>
          </w:tcPr>
          <w:p w14:paraId="1576232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25B29621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92C7D">
              <w:t>konw</w:t>
            </w:r>
            <w:proofErr w:type="spellEnd"/>
            <w:r w:rsidRPr="00592C7D">
              <w:t xml:space="preserve">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9F32A" w14:textId="77777777" w:rsidR="00F948F8" w:rsidRDefault="00F948F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4F3629AF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480"/>
      </w:tblGrid>
      <w:tr w:rsidR="0085747A" w:rsidRPr="008F41F1" w14:paraId="313D5462" w14:textId="77777777" w:rsidTr="00F948F8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80" w:type="dxa"/>
          </w:tcPr>
          <w:p w14:paraId="737D83FC" w14:textId="7AD73366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F948F8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80" w:type="dxa"/>
          </w:tcPr>
          <w:p w14:paraId="22E524A9" w14:textId="342F527F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35E1584C" w:rsidR="0085747A" w:rsidRPr="008F41F1" w:rsidRDefault="0073563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="00675843"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>J. Jabłońska-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Bonca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K. </w:t>
            </w:r>
            <w:proofErr w:type="spellStart"/>
            <w:r w:rsidRPr="00825195">
              <w:rPr>
                <w:rFonts w:ascii="Corbel" w:eastAsia="Cambria" w:hAnsi="Corbel"/>
                <w:sz w:val="24"/>
                <w:szCs w:val="24"/>
              </w:rPr>
              <w:t>Zeidler</w:t>
            </w:r>
            <w:proofErr w:type="spellEnd"/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825195">
              <w:rPr>
                <w:rFonts w:ascii="Corbel" w:hAnsi="Corbel"/>
                <w:sz w:val="24"/>
                <w:szCs w:val="24"/>
              </w:rPr>
              <w:t>Cialdini</w:t>
            </w:r>
            <w:proofErr w:type="spellEnd"/>
            <w:r w:rsidRPr="0082519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B. Witkowska-</w:t>
            </w:r>
            <w:proofErr w:type="spellStart"/>
            <w:r w:rsidRPr="008F41F1">
              <w:rPr>
                <w:rFonts w:ascii="Corbel" w:hAnsi="Corbel"/>
                <w:sz w:val="24"/>
                <w:szCs w:val="24"/>
              </w:rPr>
              <w:t>Maksimczuk</w:t>
            </w:r>
            <w:proofErr w:type="spellEnd"/>
            <w:r w:rsidRPr="008F41F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3309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8D9B9" w14:textId="77777777" w:rsidR="00B718B0" w:rsidRDefault="00B718B0" w:rsidP="00C16ABF">
      <w:pPr>
        <w:spacing w:after="0" w:line="240" w:lineRule="auto"/>
      </w:pPr>
      <w:r>
        <w:separator/>
      </w:r>
    </w:p>
  </w:endnote>
  <w:endnote w:type="continuationSeparator" w:id="0">
    <w:p w14:paraId="3F73CB89" w14:textId="77777777" w:rsidR="00B718B0" w:rsidRDefault="00B718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853FF" w14:textId="77777777" w:rsidR="00B718B0" w:rsidRDefault="00B718B0" w:rsidP="00C16ABF">
      <w:pPr>
        <w:spacing w:after="0" w:line="240" w:lineRule="auto"/>
      </w:pPr>
      <w:r>
        <w:separator/>
      </w:r>
    </w:p>
  </w:footnote>
  <w:footnote w:type="continuationSeparator" w:id="0">
    <w:p w14:paraId="250AC537" w14:textId="77777777" w:rsidR="00B718B0" w:rsidRDefault="00B718B0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3092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860CB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73E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05AA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07B0F"/>
    <w:rsid w:val="00513B6F"/>
    <w:rsid w:val="00517C63"/>
    <w:rsid w:val="005363C4"/>
    <w:rsid w:val="00536BDE"/>
    <w:rsid w:val="00543ACC"/>
    <w:rsid w:val="00557A68"/>
    <w:rsid w:val="0056696D"/>
    <w:rsid w:val="00586363"/>
    <w:rsid w:val="0059484D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5AA1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3563F"/>
    <w:rsid w:val="00745302"/>
    <w:rsid w:val="007461D6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5F95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27BF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124B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B4868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18B0"/>
    <w:rsid w:val="00B75946"/>
    <w:rsid w:val="00B8056E"/>
    <w:rsid w:val="00B819C8"/>
    <w:rsid w:val="00B82308"/>
    <w:rsid w:val="00B825FA"/>
    <w:rsid w:val="00B85301"/>
    <w:rsid w:val="00B90885"/>
    <w:rsid w:val="00B93497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C1846"/>
    <w:rsid w:val="00DC3FAC"/>
    <w:rsid w:val="00DE09C0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089C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617C3"/>
    <w:rsid w:val="00F6347F"/>
    <w:rsid w:val="00F63C2B"/>
    <w:rsid w:val="00F670FD"/>
    <w:rsid w:val="00F7066B"/>
    <w:rsid w:val="00F83B28"/>
    <w:rsid w:val="00F948F8"/>
    <w:rsid w:val="00F974DA"/>
    <w:rsid w:val="00FA2280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92302EDD-6407-41B6-92FF-91D95A12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016C-D63D-463A-A0B6-9EB1F52B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7</cp:revision>
  <cp:lastPrinted>2019-02-06T12:12:00Z</cp:lastPrinted>
  <dcterms:created xsi:type="dcterms:W3CDTF">2022-01-21T11:53:00Z</dcterms:created>
  <dcterms:modified xsi:type="dcterms:W3CDTF">2022-11-29T10:04:00Z</dcterms:modified>
</cp:coreProperties>
</file>